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40C98AD4" w:rsidR="00421E32" w:rsidRPr="007F3777" w:rsidRDefault="004E63AA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</w:t>
      </w:r>
      <w:r w:rsidR="005F009C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0D873A3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r w:rsidR="004E63AA">
        <w:rPr>
          <w:rStyle w:val="Strong"/>
          <w:rFonts w:asciiTheme="minorHAnsi" w:hAnsiTheme="minorHAnsi" w:cstheme="minorHAnsi"/>
          <w:lang w:val="en-GB"/>
        </w:rPr>
        <w:t>09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r w:rsidR="004E63AA">
        <w:rPr>
          <w:rStyle w:val="Strong"/>
          <w:rFonts w:asciiTheme="minorHAnsi" w:hAnsiTheme="minorHAnsi" w:cstheme="minorHAnsi"/>
          <w:lang w:val="en-GB"/>
        </w:rPr>
        <w:t>w001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4E63AA">
        <w:rPr>
          <w:rStyle w:val="Strong"/>
          <w:rFonts w:asciiTheme="minorHAnsi" w:hAnsiTheme="minorHAnsi" w:cstheme="minorHAnsi"/>
          <w:lang w:val="en-GB"/>
        </w:rPr>
        <w:t>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4E63AA">
        <w:rPr>
          <w:rFonts w:ascii="Calibri" w:hAnsi="Calibri" w:cs="Calibri"/>
        </w:rPr>
        <w:t xml:space="preserve">posted on the </w:t>
      </w:r>
      <w:r w:rsidR="00116A20" w:rsidRPr="004E63AA">
        <w:rPr>
          <w:rFonts w:ascii="Calibri" w:hAnsi="Calibri" w:cs="Calibri"/>
        </w:rPr>
        <w:t xml:space="preserve">Kiribati Public Procurement </w:t>
      </w:r>
      <w:proofErr w:type="spellStart"/>
      <w:r w:rsidR="00116A20" w:rsidRPr="004E63AA">
        <w:rPr>
          <w:rFonts w:ascii="Calibri" w:hAnsi="Calibri" w:cs="Calibri"/>
        </w:rPr>
        <w:t>Web</w:t>
      </w:r>
      <w:r w:rsidR="00AD7F57" w:rsidRPr="004E63AA">
        <w:rPr>
          <w:rFonts w:ascii="Calibri" w:hAnsi="Calibri" w:cs="Calibri"/>
        </w:rPr>
        <w:t>Portal</w:t>
      </w:r>
      <w:proofErr w:type="spellEnd"/>
      <w:r w:rsidRPr="004E63AA">
        <w:rPr>
          <w:rFonts w:ascii="Calibri" w:hAnsi="Calibri" w:cs="Calibri"/>
        </w:rPr>
        <w:t xml:space="preserve"> (</w:t>
      </w:r>
      <w:r w:rsidR="005D47B8" w:rsidRPr="004E63AA">
        <w:rPr>
          <w:rStyle w:val="Hyperlink"/>
          <w:rFonts w:ascii="Calibri" w:hAnsi="Calibri" w:cs="Calibri"/>
          <w:lang w:val="en-GB"/>
        </w:rPr>
        <w:t>www.procurement.gov.ki/opentender</w:t>
      </w:r>
      <w:r w:rsidRPr="004E63AA">
        <w:rPr>
          <w:rFonts w:ascii="Calibri" w:hAnsi="Calibri" w:cs="Calibri"/>
        </w:rPr>
        <w:t xml:space="preserve">) </w:t>
      </w:r>
      <w:r w:rsidRPr="004E63AA">
        <w:rPr>
          <w:rFonts w:ascii="Calibri" w:hAnsi="Calibri" w:cs="Calibri"/>
          <w:u w:val="single"/>
        </w:rPr>
        <w:t>or</w:t>
      </w:r>
      <w:r w:rsidRPr="004E63AA">
        <w:rPr>
          <w:rFonts w:ascii="Calibri" w:hAnsi="Calibri" w:cs="Calibri"/>
        </w:rPr>
        <w:t xml:space="preserve"> sent directly </w:t>
      </w:r>
      <w:r w:rsidR="00C15299" w:rsidRPr="004E63AA">
        <w:rPr>
          <w:rFonts w:ascii="Calibri" w:hAnsi="Calibri" w:cs="Calibri"/>
        </w:rPr>
        <w:t xml:space="preserve">to </w:t>
      </w:r>
      <w:r w:rsidRPr="004E63AA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</w:t>
      </w:r>
      <w:r w:rsidRPr="004E63AA">
        <w:rPr>
          <w:rFonts w:ascii="Calibri" w:hAnsi="Calibri" w:cs="Calibri"/>
        </w:rPr>
        <w:t xml:space="preserve">Please note that the dates set forth in </w:t>
      </w:r>
      <w:r w:rsidR="00B0293A" w:rsidRPr="004E63AA">
        <w:rPr>
          <w:rFonts w:ascii="Calibri" w:hAnsi="Calibri" w:cs="Calibri"/>
        </w:rPr>
        <w:t>6</w:t>
      </w:r>
      <w:r w:rsidRPr="004E63AA">
        <w:rPr>
          <w:rFonts w:ascii="Calibri" w:hAnsi="Calibri" w:cs="Calibri"/>
        </w:rPr>
        <w:t>-1</w:t>
      </w:r>
      <w:r w:rsidR="00B0293A" w:rsidRPr="004E63AA">
        <w:rPr>
          <w:rFonts w:ascii="Calibri" w:hAnsi="Calibri" w:cs="Calibri"/>
        </w:rPr>
        <w:t>1</w:t>
      </w:r>
      <w:r w:rsidRPr="004E63A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268"/>
        <w:gridCol w:w="3119"/>
      </w:tblGrid>
      <w:tr w:rsidR="004848E2" w:rsidRPr="004848E2" w14:paraId="07FCC147" w14:textId="77777777" w:rsidTr="006E7602">
        <w:tc>
          <w:tcPr>
            <w:tcW w:w="3397" w:type="dxa"/>
            <w:shd w:val="clear" w:color="auto" w:fill="auto"/>
          </w:tcPr>
          <w:p w14:paraId="1F083020" w14:textId="77777777" w:rsidR="00B0293A" w:rsidRPr="004848E2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4848E2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119" w:type="dxa"/>
            <w:shd w:val="clear" w:color="auto" w:fill="auto"/>
          </w:tcPr>
          <w:p w14:paraId="4209AB48" w14:textId="3074168D" w:rsidR="00B0293A" w:rsidRPr="004848E2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4848E2" w:rsidRPr="004848E2" w14:paraId="28B1BC3C" w14:textId="77777777" w:rsidTr="006E7602">
        <w:tc>
          <w:tcPr>
            <w:tcW w:w="3397" w:type="dxa"/>
            <w:shd w:val="clear" w:color="auto" w:fill="auto"/>
          </w:tcPr>
          <w:p w14:paraId="462D669A" w14:textId="6216D4F7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4848E2">
              <w:rPr>
                <w:rFonts w:cs="Calibri"/>
                <w:sz w:val="24"/>
                <w:szCs w:val="24"/>
              </w:rPr>
              <w:t>P</w:t>
            </w:r>
            <w:r w:rsidR="00FC425D" w:rsidRPr="004848E2">
              <w:rPr>
                <w:rFonts w:cs="Calibri"/>
                <w:sz w:val="24"/>
                <w:szCs w:val="24"/>
              </w:rPr>
              <w:t xml:space="preserve"> – 45 calendar days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4848E2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710C066" w14:textId="63349429" w:rsidR="00B0293A" w:rsidRPr="004848E2" w:rsidRDefault="00556C2E" w:rsidP="00D719B3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20/05/2022</w:t>
            </w:r>
          </w:p>
        </w:tc>
      </w:tr>
      <w:tr w:rsidR="004848E2" w:rsidRPr="004848E2" w14:paraId="5922C38F" w14:textId="77777777" w:rsidTr="006E7602">
        <w:tc>
          <w:tcPr>
            <w:tcW w:w="3397" w:type="dxa"/>
            <w:shd w:val="clear" w:color="auto" w:fill="auto"/>
          </w:tcPr>
          <w:p w14:paraId="779DD94D" w14:textId="729F3145" w:rsidR="00B0293A" w:rsidRPr="004848E2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4848E2">
              <w:rPr>
                <w:rFonts w:asciiTheme="minorHAnsi" w:hAnsiTheme="minorHAnsi"/>
                <w:sz w:val="22"/>
              </w:rPr>
              <w:t>Specification</w:t>
            </w:r>
            <w:r w:rsidRPr="004848E2">
              <w:rPr>
                <w:rFonts w:cs="Calibri"/>
                <w:sz w:val="24"/>
                <w:szCs w:val="24"/>
              </w:rPr>
              <w:t xml:space="preserve"> </w:t>
            </w:r>
            <w:r w:rsidR="00B0293A" w:rsidRPr="004848E2">
              <w:rPr>
                <w:rFonts w:cs="Calibri"/>
                <w:sz w:val="24"/>
                <w:szCs w:val="24"/>
              </w:rPr>
              <w:t>presentation**</w:t>
            </w:r>
            <w:r w:rsidR="00FC425D" w:rsidRPr="004848E2">
              <w:rPr>
                <w:rFonts w:cs="Calibri"/>
                <w:sz w:val="24"/>
                <w:szCs w:val="24"/>
              </w:rPr>
              <w:t xml:space="preserve"> - pre-bid meeting </w:t>
            </w:r>
            <w:r w:rsidR="00FB19A2" w:rsidRPr="004848E2">
              <w:rPr>
                <w:rFonts w:cs="Calibri"/>
                <w:sz w:val="24"/>
                <w:szCs w:val="24"/>
              </w:rPr>
              <w:t>2</w:t>
            </w:r>
            <w:r w:rsidR="00FC425D" w:rsidRPr="004848E2">
              <w:rPr>
                <w:rFonts w:cs="Calibri"/>
                <w:sz w:val="24"/>
                <w:szCs w:val="24"/>
              </w:rPr>
              <w:t xml:space="preserve"> week after launching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4848E2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067CCA5" w14:textId="48044825" w:rsidR="00B0293A" w:rsidRPr="004848E2" w:rsidRDefault="00556C2E" w:rsidP="00D719B3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03/06/2022</w:t>
            </w:r>
          </w:p>
        </w:tc>
      </w:tr>
      <w:tr w:rsidR="004848E2" w:rsidRPr="004848E2" w14:paraId="4D9567D4" w14:textId="77777777" w:rsidTr="006E7602">
        <w:tc>
          <w:tcPr>
            <w:tcW w:w="3397" w:type="dxa"/>
            <w:shd w:val="clear" w:color="auto" w:fill="auto"/>
          </w:tcPr>
          <w:p w14:paraId="34AF4BE9" w14:textId="6032E593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4848E2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4848E2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089B299" w14:textId="79A5A6B5" w:rsidR="00B0293A" w:rsidRPr="004848E2" w:rsidRDefault="00DF024A" w:rsidP="00D719B3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06/06/2022</w:t>
            </w:r>
          </w:p>
        </w:tc>
      </w:tr>
      <w:tr w:rsidR="004848E2" w:rsidRPr="004848E2" w14:paraId="2E8E3BDC" w14:textId="77777777" w:rsidTr="006E7602">
        <w:tc>
          <w:tcPr>
            <w:tcW w:w="3397" w:type="dxa"/>
            <w:shd w:val="clear" w:color="auto" w:fill="auto"/>
          </w:tcPr>
          <w:p w14:paraId="2D4664AB" w14:textId="1F6D09CD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4848E2">
              <w:rPr>
                <w:rFonts w:cs="Calibri"/>
                <w:sz w:val="24"/>
                <w:szCs w:val="24"/>
              </w:rPr>
              <w:t xml:space="preserve">to </w:t>
            </w:r>
            <w:r w:rsidRPr="004848E2">
              <w:rPr>
                <w:rFonts w:cs="Calibri"/>
                <w:sz w:val="24"/>
                <w:szCs w:val="24"/>
              </w:rPr>
              <w:t>amend the RF</w:t>
            </w:r>
            <w:r w:rsidR="00EC72C1" w:rsidRPr="004848E2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4848E2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B0F8C82" w14:textId="7D855DA6" w:rsidR="00B0293A" w:rsidRPr="004848E2" w:rsidRDefault="00DF024A" w:rsidP="00B0293A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10/06/2022</w:t>
            </w:r>
          </w:p>
        </w:tc>
      </w:tr>
      <w:tr w:rsidR="004848E2" w:rsidRPr="004848E2" w14:paraId="3D3C37BA" w14:textId="77777777" w:rsidTr="006E7602">
        <w:tc>
          <w:tcPr>
            <w:tcW w:w="3397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4848E2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4848E2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4F15680" w:rsidR="00B0293A" w:rsidRPr="004848E2" w:rsidRDefault="00B0293A" w:rsidP="00D719B3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 xml:space="preserve"> (1</w:t>
            </w:r>
            <w:r w:rsidR="00A8190B" w:rsidRPr="004848E2">
              <w:rPr>
                <w:rFonts w:ascii="Calibri" w:hAnsi="Calibri"/>
                <w:szCs w:val="20"/>
              </w:rPr>
              <w:t>7</w:t>
            </w:r>
            <w:r w:rsidRPr="004848E2">
              <w:rPr>
                <w:rFonts w:ascii="Calibri" w:hAnsi="Calibri"/>
                <w:szCs w:val="20"/>
              </w:rPr>
              <w:t>:00)</w:t>
            </w:r>
            <w:r w:rsidR="00AE17FB" w:rsidRPr="004848E2">
              <w:rPr>
                <w:rFonts w:ascii="Calibri" w:hAnsi="Calibri"/>
                <w:szCs w:val="20"/>
              </w:rPr>
              <w:t xml:space="preserve"> </w:t>
            </w:r>
            <w:r w:rsidR="00DF024A" w:rsidRPr="004848E2">
              <w:rPr>
                <w:rFonts w:ascii="Calibri" w:hAnsi="Calibri"/>
                <w:szCs w:val="20"/>
              </w:rPr>
              <w:t>04/07/2022</w:t>
            </w:r>
          </w:p>
        </w:tc>
      </w:tr>
      <w:tr w:rsidR="004848E2" w:rsidRPr="004848E2" w14:paraId="31DFD36F" w14:textId="77777777" w:rsidTr="006E7602">
        <w:tc>
          <w:tcPr>
            <w:tcW w:w="3397" w:type="dxa"/>
            <w:tcBorders>
              <w:top w:val="single" w:sz="12" w:space="0" w:color="auto"/>
            </w:tcBorders>
            <w:shd w:val="clear" w:color="auto" w:fill="auto"/>
          </w:tcPr>
          <w:p w14:paraId="16768F5D" w14:textId="79811F7E" w:rsidR="00B0293A" w:rsidRPr="004848E2" w:rsidRDefault="00B72A78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4848E2">
              <w:rPr>
                <w:rFonts w:cs="Calibri"/>
                <w:sz w:val="24"/>
                <w:szCs w:val="24"/>
              </w:rPr>
              <w:t>Tender Opening</w:t>
            </w:r>
            <w:r w:rsidR="00B0293A" w:rsidRPr="004848E2">
              <w:rPr>
                <w:rFonts w:cs="Calibri"/>
                <w:sz w:val="24"/>
                <w:szCs w:val="24"/>
              </w:rPr>
              <w:t>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4848E2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62E446DB" w:rsidR="00B0293A" w:rsidRPr="004848E2" w:rsidRDefault="00DF024A" w:rsidP="00D719B3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0</w:t>
            </w:r>
            <w:r w:rsidR="004848E2" w:rsidRPr="004848E2">
              <w:rPr>
                <w:rFonts w:ascii="Calibri" w:hAnsi="Calibri"/>
                <w:szCs w:val="20"/>
              </w:rPr>
              <w:t>7</w:t>
            </w:r>
            <w:r w:rsidRPr="004848E2">
              <w:rPr>
                <w:rFonts w:ascii="Calibri" w:hAnsi="Calibri"/>
                <w:szCs w:val="20"/>
              </w:rPr>
              <w:t>/07/2022</w:t>
            </w:r>
          </w:p>
        </w:tc>
      </w:tr>
      <w:tr w:rsidR="004848E2" w:rsidRPr="004848E2" w14:paraId="1D91F0FB" w14:textId="77777777" w:rsidTr="006E7602">
        <w:tc>
          <w:tcPr>
            <w:tcW w:w="3397" w:type="dxa"/>
            <w:shd w:val="clear" w:color="auto" w:fill="auto"/>
          </w:tcPr>
          <w:p w14:paraId="26733970" w14:textId="77777777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4848E2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E8CE09F" w14:textId="29A2085B" w:rsidR="00B0293A" w:rsidRPr="004848E2" w:rsidRDefault="00DF024A" w:rsidP="00B0293A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0</w:t>
            </w:r>
            <w:r w:rsidR="004848E2" w:rsidRPr="004848E2">
              <w:rPr>
                <w:rFonts w:ascii="Calibri" w:hAnsi="Calibri"/>
                <w:szCs w:val="20"/>
              </w:rPr>
              <w:t>7</w:t>
            </w:r>
            <w:r w:rsidRPr="004848E2">
              <w:rPr>
                <w:rFonts w:ascii="Calibri" w:hAnsi="Calibri"/>
                <w:szCs w:val="20"/>
              </w:rPr>
              <w:t>/07/2022</w:t>
            </w:r>
          </w:p>
        </w:tc>
      </w:tr>
      <w:tr w:rsidR="004848E2" w:rsidRPr="004848E2" w14:paraId="5319267B" w14:textId="77777777" w:rsidTr="006E7602">
        <w:tc>
          <w:tcPr>
            <w:tcW w:w="3397" w:type="dxa"/>
            <w:shd w:val="clear" w:color="auto" w:fill="auto"/>
          </w:tcPr>
          <w:p w14:paraId="7C5FEA8D" w14:textId="3BE71BDC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>Award of Contract</w:t>
            </w:r>
            <w:r w:rsidR="00664628" w:rsidRPr="004848E2">
              <w:rPr>
                <w:rFonts w:cs="Calibri"/>
                <w:sz w:val="24"/>
                <w:szCs w:val="24"/>
              </w:rPr>
              <w:t xml:space="preserve"> (14 days allow for complaint before event 9)</w:t>
            </w:r>
          </w:p>
        </w:tc>
        <w:tc>
          <w:tcPr>
            <w:tcW w:w="2268" w:type="dxa"/>
            <w:shd w:val="clear" w:color="auto" w:fill="auto"/>
          </w:tcPr>
          <w:p w14:paraId="06B62228" w14:textId="748A8EF8" w:rsidR="00B0293A" w:rsidRPr="004848E2" w:rsidRDefault="00A8190B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Central Procurement Unit/</w:t>
            </w:r>
            <w:r w:rsidR="00B0293A" w:rsidRPr="004848E2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449178D" w14:textId="5ED1718C" w:rsidR="00B0293A" w:rsidRPr="004848E2" w:rsidRDefault="00DF024A" w:rsidP="00B0293A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14/07/2022</w:t>
            </w:r>
          </w:p>
        </w:tc>
      </w:tr>
      <w:tr w:rsidR="004848E2" w:rsidRPr="004848E2" w14:paraId="603C6C3A" w14:textId="77777777" w:rsidTr="006E7602">
        <w:tc>
          <w:tcPr>
            <w:tcW w:w="3397" w:type="dxa"/>
            <w:shd w:val="clear" w:color="auto" w:fill="auto"/>
          </w:tcPr>
          <w:p w14:paraId="468A46DD" w14:textId="77777777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4848E2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2ADCA74" w14:textId="3827352D" w:rsidR="00B0293A" w:rsidRPr="004848E2" w:rsidRDefault="00DF024A" w:rsidP="00B0293A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28/07/2022</w:t>
            </w:r>
          </w:p>
        </w:tc>
      </w:tr>
      <w:tr w:rsidR="004848E2" w:rsidRPr="004848E2" w14:paraId="405F2EC0" w14:textId="77777777" w:rsidTr="006E7602">
        <w:tc>
          <w:tcPr>
            <w:tcW w:w="3397" w:type="dxa"/>
            <w:shd w:val="clear" w:color="auto" w:fill="auto"/>
          </w:tcPr>
          <w:p w14:paraId="64B1558C" w14:textId="77777777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4848E2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783A509" w14:textId="7E066524" w:rsidR="00B0293A" w:rsidRPr="004848E2" w:rsidRDefault="00DF024A" w:rsidP="00B0293A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11/08/2022</w:t>
            </w:r>
          </w:p>
        </w:tc>
      </w:tr>
      <w:tr w:rsidR="004848E2" w:rsidRPr="004848E2" w14:paraId="169855ED" w14:textId="77777777" w:rsidTr="006E7602">
        <w:tc>
          <w:tcPr>
            <w:tcW w:w="3397" w:type="dxa"/>
            <w:shd w:val="clear" w:color="auto" w:fill="auto"/>
          </w:tcPr>
          <w:p w14:paraId="4995C7A1" w14:textId="77777777" w:rsidR="00B0293A" w:rsidRPr="004848E2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4848E2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4848E2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848E2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8C3B234" w14:textId="1499DF7D" w:rsidR="00B0293A" w:rsidRPr="004848E2" w:rsidRDefault="00DF024A" w:rsidP="00B0293A">
            <w:pPr>
              <w:rPr>
                <w:rFonts w:ascii="Calibri" w:hAnsi="Calibri"/>
                <w:szCs w:val="20"/>
              </w:rPr>
            </w:pPr>
            <w:r w:rsidRPr="004848E2">
              <w:rPr>
                <w:rFonts w:ascii="Calibri" w:hAnsi="Calibri"/>
                <w:szCs w:val="20"/>
              </w:rPr>
              <w:t>19/09/2022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4848E2">
        <w:rPr>
          <w:rFonts w:asciiTheme="minorHAnsi" w:hAnsiTheme="minorHAnsi"/>
          <w:color w:val="FF0000"/>
          <w:sz w:val="22"/>
          <w:szCs w:val="22"/>
        </w:rPr>
        <w:t>*</w:t>
      </w:r>
      <w:r w:rsidRPr="004848E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6A33" w14:textId="77777777" w:rsidR="002846FD" w:rsidRDefault="002846FD">
      <w:r>
        <w:separator/>
      </w:r>
    </w:p>
  </w:endnote>
  <w:endnote w:type="continuationSeparator" w:id="0">
    <w:p w14:paraId="66856CD4" w14:textId="77777777" w:rsidR="002846FD" w:rsidRDefault="002846FD">
      <w:r>
        <w:continuationSeparator/>
      </w:r>
    </w:p>
  </w:endnote>
  <w:endnote w:type="continuationNotice" w:id="1">
    <w:p w14:paraId="310F2A4C" w14:textId="77777777" w:rsidR="002846FD" w:rsidRDefault="002846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7A6936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848E2">
      <w:rPr>
        <w:noProof/>
      </w:rPr>
      <w:t>2022-05-18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FA392" w14:textId="77777777" w:rsidR="002846FD" w:rsidRDefault="002846FD">
      <w:r>
        <w:separator/>
      </w:r>
    </w:p>
  </w:footnote>
  <w:footnote w:type="continuationSeparator" w:id="0">
    <w:p w14:paraId="1C30A34A" w14:textId="77777777" w:rsidR="002846FD" w:rsidRDefault="002846FD">
      <w:r>
        <w:continuationSeparator/>
      </w:r>
    </w:p>
  </w:footnote>
  <w:footnote w:type="continuationNotice" w:id="1">
    <w:p w14:paraId="23C61DA4" w14:textId="77777777" w:rsidR="002846FD" w:rsidRDefault="002846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7F14219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9B0513" w:rsidRPr="00972A05">
      <w:rPr>
        <w:rStyle w:val="Strong"/>
        <w:rFonts w:asciiTheme="minorHAnsi" w:hAnsiTheme="minorHAnsi" w:cstheme="minorHAnsi"/>
        <w:lang w:val="en-GB"/>
      </w:rPr>
      <w:t>RFP-</w:t>
    </w:r>
    <w:r w:rsidR="009B0513">
      <w:rPr>
        <w:rStyle w:val="Strong"/>
        <w:rFonts w:asciiTheme="minorHAnsi" w:hAnsiTheme="minorHAnsi" w:cstheme="minorHAnsi"/>
        <w:lang w:val="en-GB"/>
      </w:rPr>
      <w:t>09</w:t>
    </w:r>
    <w:r w:rsidR="009B0513" w:rsidRPr="00972A05">
      <w:rPr>
        <w:rStyle w:val="Strong"/>
        <w:rFonts w:asciiTheme="minorHAnsi" w:hAnsiTheme="minorHAnsi" w:cstheme="minorHAnsi"/>
        <w:lang w:val="en-GB"/>
      </w:rPr>
      <w:t>-</w:t>
    </w:r>
    <w:r w:rsidR="009B0513">
      <w:rPr>
        <w:rStyle w:val="Strong"/>
        <w:rFonts w:asciiTheme="minorHAnsi" w:hAnsiTheme="minorHAnsi" w:cstheme="minorHAnsi"/>
        <w:lang w:val="en-GB"/>
      </w:rPr>
      <w:t>w001</w:t>
    </w:r>
    <w:r w:rsidR="009B0513" w:rsidRPr="00972A05">
      <w:rPr>
        <w:rStyle w:val="Strong"/>
        <w:rFonts w:asciiTheme="minorHAnsi" w:hAnsiTheme="minorHAnsi" w:cstheme="minorHAnsi"/>
        <w:lang w:val="en-GB"/>
      </w:rPr>
      <w:t>-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437367">
    <w:abstractNumId w:val="1"/>
  </w:num>
  <w:num w:numId="2" w16cid:durableId="433015890">
    <w:abstractNumId w:val="10"/>
  </w:num>
  <w:num w:numId="3" w16cid:durableId="1606813898">
    <w:abstractNumId w:val="11"/>
  </w:num>
  <w:num w:numId="4" w16cid:durableId="1248029304">
    <w:abstractNumId w:val="4"/>
  </w:num>
  <w:num w:numId="5" w16cid:durableId="302197725">
    <w:abstractNumId w:val="3"/>
  </w:num>
  <w:num w:numId="6" w16cid:durableId="1933390195">
    <w:abstractNumId w:val="7"/>
  </w:num>
  <w:num w:numId="7" w16cid:durableId="1368138840">
    <w:abstractNumId w:val="5"/>
  </w:num>
  <w:num w:numId="8" w16cid:durableId="1095635952">
    <w:abstractNumId w:val="9"/>
  </w:num>
  <w:num w:numId="9" w16cid:durableId="250504953">
    <w:abstractNumId w:val="0"/>
  </w:num>
  <w:num w:numId="10" w16cid:durableId="1399745639">
    <w:abstractNumId w:val="8"/>
  </w:num>
  <w:num w:numId="11" w16cid:durableId="1460024989">
    <w:abstractNumId w:val="2"/>
  </w:num>
  <w:num w:numId="12" w16cid:durableId="153165082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7F6D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542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020"/>
    <w:rsid w:val="00243C0E"/>
    <w:rsid w:val="002451E0"/>
    <w:rsid w:val="00245D37"/>
    <w:rsid w:val="0024616C"/>
    <w:rsid w:val="00246E89"/>
    <w:rsid w:val="00247794"/>
    <w:rsid w:val="00247F37"/>
    <w:rsid w:val="00250827"/>
    <w:rsid w:val="00250DEF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356B"/>
    <w:rsid w:val="00284096"/>
    <w:rsid w:val="002846FD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0FE1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036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8E2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7F8"/>
    <w:rsid w:val="004E01DE"/>
    <w:rsid w:val="004E064E"/>
    <w:rsid w:val="004E19D2"/>
    <w:rsid w:val="004E1A7E"/>
    <w:rsid w:val="004E2068"/>
    <w:rsid w:val="004E2E3D"/>
    <w:rsid w:val="004E30FE"/>
    <w:rsid w:val="004E36AD"/>
    <w:rsid w:val="004E3D5A"/>
    <w:rsid w:val="004E4728"/>
    <w:rsid w:val="004E63AA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56C2E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1C17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628"/>
    <w:rsid w:val="00664CA5"/>
    <w:rsid w:val="0066611B"/>
    <w:rsid w:val="006667E2"/>
    <w:rsid w:val="00667705"/>
    <w:rsid w:val="00667E27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3F82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4E8"/>
    <w:rsid w:val="006A3B2C"/>
    <w:rsid w:val="006A4777"/>
    <w:rsid w:val="006A4E17"/>
    <w:rsid w:val="006A6402"/>
    <w:rsid w:val="006A6F3B"/>
    <w:rsid w:val="006A75F6"/>
    <w:rsid w:val="006A7BE4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602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A06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AB7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4ACB"/>
    <w:rsid w:val="00997B5D"/>
    <w:rsid w:val="009A2D95"/>
    <w:rsid w:val="009A30D6"/>
    <w:rsid w:val="009A4E7E"/>
    <w:rsid w:val="009A5F9C"/>
    <w:rsid w:val="009A7908"/>
    <w:rsid w:val="009B041C"/>
    <w:rsid w:val="009B0513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3031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90B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BB5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17FB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2A78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4E8E"/>
    <w:rsid w:val="00BF689E"/>
    <w:rsid w:val="00BF727F"/>
    <w:rsid w:val="00BF7D49"/>
    <w:rsid w:val="00C004A4"/>
    <w:rsid w:val="00C01456"/>
    <w:rsid w:val="00C019D2"/>
    <w:rsid w:val="00C02DCC"/>
    <w:rsid w:val="00C030D2"/>
    <w:rsid w:val="00C03D1C"/>
    <w:rsid w:val="00C05881"/>
    <w:rsid w:val="00C05BFA"/>
    <w:rsid w:val="00C06274"/>
    <w:rsid w:val="00C10ECF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5C89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3D7F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464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4D76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042D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24A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7EE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6F41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0C7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7F7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9A2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25D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336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1647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Senior Project Officer</cp:lastModifiedBy>
  <cp:revision>19</cp:revision>
  <cp:lastPrinted>2022-05-15T21:48:00Z</cp:lastPrinted>
  <dcterms:created xsi:type="dcterms:W3CDTF">2020-07-06T13:09:00Z</dcterms:created>
  <dcterms:modified xsi:type="dcterms:W3CDTF">2022-05-17T23:50:00Z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